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DCC" w:rsidRPr="0015502E" w:rsidRDefault="00C46DCC" w:rsidP="001550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502E">
        <w:rPr>
          <w:rFonts w:ascii="Times New Roman" w:hAnsi="Times New Roman"/>
          <w:sz w:val="24"/>
          <w:szCs w:val="24"/>
        </w:rPr>
        <w:t>Znak: SG.271.</w:t>
      </w:r>
      <w:r>
        <w:rPr>
          <w:rFonts w:ascii="Times New Roman" w:hAnsi="Times New Roman"/>
          <w:sz w:val="24"/>
          <w:szCs w:val="24"/>
        </w:rPr>
        <w:t>9</w:t>
      </w:r>
      <w:r w:rsidRPr="0015502E">
        <w:rPr>
          <w:rFonts w:ascii="Times New Roman" w:hAnsi="Times New Roman"/>
          <w:sz w:val="24"/>
          <w:szCs w:val="24"/>
        </w:rPr>
        <w:t>.2013.BW</w:t>
      </w:r>
    </w:p>
    <w:p w:rsidR="00C46DCC" w:rsidRPr="0015502E" w:rsidRDefault="00C46DCC" w:rsidP="00155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6DCC" w:rsidRPr="0015502E" w:rsidRDefault="00C46DCC" w:rsidP="00155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6DCC" w:rsidRPr="0015502E" w:rsidRDefault="00C46DCC" w:rsidP="0015502E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 w:rsidRPr="0015502E">
        <w:rPr>
          <w:rFonts w:ascii="Times New Roman" w:hAnsi="Times New Roman"/>
          <w:b/>
          <w:smallCaps/>
          <w:sz w:val="28"/>
          <w:szCs w:val="28"/>
        </w:rPr>
        <w:t>FORMULARZ OFERT</w:t>
      </w:r>
      <w:r>
        <w:rPr>
          <w:rFonts w:ascii="Times New Roman" w:hAnsi="Times New Roman"/>
          <w:b/>
          <w:smallCaps/>
          <w:sz w:val="28"/>
          <w:szCs w:val="28"/>
        </w:rPr>
        <w:t>OWY</w:t>
      </w:r>
      <w:r w:rsidRPr="0015502E">
        <w:rPr>
          <w:rFonts w:ascii="Times New Roman" w:hAnsi="Times New Roman"/>
          <w:b/>
          <w:smallCaps/>
          <w:sz w:val="28"/>
          <w:szCs w:val="28"/>
        </w:rPr>
        <w:t xml:space="preserve"> </w:t>
      </w:r>
    </w:p>
    <w:p w:rsidR="00C46DCC" w:rsidRDefault="00C46DCC" w:rsidP="0015502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postępowania, bez stosowania przepisów art. 4 pkt. 8 </w:t>
      </w:r>
    </w:p>
    <w:p w:rsidR="00C46DCC" w:rsidRPr="0015502E" w:rsidRDefault="00C46DCC" w:rsidP="001019D5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ustawy Prawo zamówień publicznych</w:t>
      </w:r>
      <w:r w:rsidRPr="0015502E">
        <w:rPr>
          <w:rFonts w:ascii="Times New Roman" w:hAnsi="Times New Roman"/>
          <w:b/>
          <w:sz w:val="24"/>
          <w:szCs w:val="24"/>
        </w:rPr>
        <w:t xml:space="preserve">, którego wartość nie przekracza </w:t>
      </w:r>
    </w:p>
    <w:p w:rsidR="00C46DCC" w:rsidRPr="0015502E" w:rsidRDefault="00C46DCC" w:rsidP="0015502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15502E">
        <w:rPr>
          <w:rFonts w:ascii="Times New Roman" w:hAnsi="Times New Roman"/>
          <w:b/>
          <w:sz w:val="24"/>
          <w:szCs w:val="24"/>
        </w:rPr>
        <w:t>wyrażonej w złotych równowartości kwoty 14000,00 euro</w:t>
      </w:r>
    </w:p>
    <w:p w:rsidR="00C46DCC" w:rsidRPr="0015502E" w:rsidRDefault="00C46DCC" w:rsidP="00155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6DCC" w:rsidRPr="0015502E" w:rsidRDefault="00C46DCC" w:rsidP="001550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6DCC" w:rsidRPr="00EB6904" w:rsidRDefault="00C46DCC" w:rsidP="0015502E">
      <w:pPr>
        <w:pStyle w:val="ListParagraph"/>
        <w:numPr>
          <w:ilvl w:val="0"/>
          <w:numId w:val="3"/>
        </w:numPr>
        <w:spacing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EB6904">
        <w:rPr>
          <w:rFonts w:ascii="Times New Roman" w:hAnsi="Times New Roman"/>
          <w:sz w:val="24"/>
          <w:szCs w:val="24"/>
          <w:u w:val="single"/>
        </w:rPr>
        <w:t>Nazwa i adres Zamawiającego:</w:t>
      </w:r>
    </w:p>
    <w:p w:rsidR="00C46DCC" w:rsidRPr="003A629C" w:rsidRDefault="00C46DCC" w:rsidP="003A62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629C">
        <w:rPr>
          <w:rFonts w:ascii="Times New Roman" w:hAnsi="Times New Roman"/>
          <w:sz w:val="24"/>
          <w:szCs w:val="24"/>
        </w:rPr>
        <w:t xml:space="preserve">Gmina Stargard Szczeciński </w:t>
      </w:r>
    </w:p>
    <w:p w:rsidR="00C46DCC" w:rsidRPr="003A629C" w:rsidRDefault="00C46DCC" w:rsidP="003A62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629C">
        <w:rPr>
          <w:rFonts w:ascii="Times New Roman" w:hAnsi="Times New Roman"/>
          <w:sz w:val="24"/>
          <w:szCs w:val="24"/>
        </w:rPr>
        <w:t>Rynek Staromiejski 5</w:t>
      </w:r>
    </w:p>
    <w:p w:rsidR="00C46DCC" w:rsidRPr="003A629C" w:rsidRDefault="00C46DCC" w:rsidP="003A62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629C">
        <w:rPr>
          <w:rFonts w:ascii="Times New Roman" w:hAnsi="Times New Roman"/>
          <w:sz w:val="24"/>
          <w:szCs w:val="24"/>
        </w:rPr>
        <w:t xml:space="preserve">73-110 Stargard Szczeciński </w:t>
      </w:r>
    </w:p>
    <w:p w:rsidR="00C46DCC" w:rsidRPr="003A629C" w:rsidRDefault="00C46DCC" w:rsidP="003A62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629C">
        <w:rPr>
          <w:rFonts w:ascii="Times New Roman" w:hAnsi="Times New Roman"/>
          <w:sz w:val="24"/>
          <w:szCs w:val="24"/>
        </w:rPr>
        <w:t xml:space="preserve">NIP: 854-22-30-947 </w:t>
      </w:r>
    </w:p>
    <w:p w:rsidR="00C46DCC" w:rsidRPr="0015502E" w:rsidRDefault="00C46DCC" w:rsidP="0015502E">
      <w:pPr>
        <w:pStyle w:val="ListParagraph"/>
        <w:spacing w:after="12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C46DCC" w:rsidRPr="00EB6904" w:rsidRDefault="00C46DCC" w:rsidP="0015502E">
      <w:pPr>
        <w:pStyle w:val="ListParagraph"/>
        <w:numPr>
          <w:ilvl w:val="0"/>
          <w:numId w:val="3"/>
        </w:numPr>
        <w:spacing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EB6904">
        <w:rPr>
          <w:rFonts w:ascii="Times New Roman" w:hAnsi="Times New Roman"/>
          <w:sz w:val="24"/>
          <w:szCs w:val="24"/>
          <w:u w:val="single"/>
        </w:rPr>
        <w:t xml:space="preserve">Opis przedmiotu zamówienia: </w:t>
      </w:r>
    </w:p>
    <w:p w:rsidR="00C46DCC" w:rsidRDefault="00C46DCC" w:rsidP="003A629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A629C">
        <w:rPr>
          <w:rFonts w:ascii="Times New Roman" w:hAnsi="Times New Roman"/>
          <w:sz w:val="24"/>
          <w:szCs w:val="24"/>
        </w:rPr>
        <w:t>Zamówienie dotyczy „</w:t>
      </w:r>
      <w:r>
        <w:rPr>
          <w:rFonts w:ascii="Times New Roman" w:hAnsi="Times New Roman"/>
          <w:b/>
          <w:i/>
          <w:sz w:val="24"/>
          <w:szCs w:val="24"/>
        </w:rPr>
        <w:t xml:space="preserve">Zakup samochodu nowego lub używanego osobowo – terenowego „typu SUV” z napędem 4x4 dla potrzeb Straży Gminnej Gminy Stargard Szczeciński” </w:t>
      </w:r>
    </w:p>
    <w:p w:rsidR="00C46DCC" w:rsidRPr="00EB6904" w:rsidRDefault="00C46DCC" w:rsidP="00EB6904">
      <w:pPr>
        <w:pStyle w:val="ListParagraph"/>
        <w:numPr>
          <w:ilvl w:val="0"/>
          <w:numId w:val="9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B6904">
        <w:rPr>
          <w:rFonts w:ascii="Times New Roman" w:hAnsi="Times New Roman"/>
          <w:sz w:val="24"/>
          <w:szCs w:val="24"/>
        </w:rPr>
        <w:t>Szczegółowy opis przedmiotu zamówienia stanowi załącznik nr 1 do niniejszego Formularza oferty.</w:t>
      </w:r>
    </w:p>
    <w:p w:rsidR="00C46DCC" w:rsidRDefault="00C46DCC" w:rsidP="0015502E">
      <w:pPr>
        <w:pStyle w:val="ListParagraph"/>
        <w:spacing w:after="12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C46DCC" w:rsidRPr="00EB6904" w:rsidRDefault="00C46DCC" w:rsidP="003A629C">
      <w:pPr>
        <w:pStyle w:val="ListParagraph"/>
        <w:numPr>
          <w:ilvl w:val="0"/>
          <w:numId w:val="3"/>
        </w:numPr>
        <w:spacing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EB6904">
        <w:rPr>
          <w:rFonts w:ascii="Times New Roman" w:hAnsi="Times New Roman"/>
          <w:sz w:val="24"/>
          <w:szCs w:val="24"/>
          <w:u w:val="single"/>
        </w:rPr>
        <w:t>Forma złożenia oferty:</w:t>
      </w:r>
    </w:p>
    <w:p w:rsidR="00C46DCC" w:rsidRDefault="00C46DCC" w:rsidP="003A629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na Formularzu Oferty należy złożyć w terminie do 18 grudnia 2013 roku, do godz. 12</w:t>
      </w:r>
      <w:r>
        <w:rPr>
          <w:rFonts w:ascii="Times New Roman" w:hAnsi="Times New Roman"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>, pokój 215 (sekretariat), w wybranej formie*</w:t>
      </w:r>
      <w:r>
        <w:rPr>
          <w:rFonts w:ascii="Times New Roman" w:hAnsi="Times New Roman"/>
          <w:sz w:val="24"/>
          <w:szCs w:val="24"/>
          <w:vertAlign w:val="superscript"/>
        </w:rPr>
        <w:t>)</w:t>
      </w:r>
      <w:r>
        <w:rPr>
          <w:rFonts w:ascii="Times New Roman" w:hAnsi="Times New Roman"/>
          <w:sz w:val="24"/>
          <w:szCs w:val="24"/>
        </w:rPr>
        <w:t>:</w:t>
      </w:r>
    </w:p>
    <w:p w:rsidR="00C46DCC" w:rsidRPr="00EF2D73" w:rsidRDefault="00C46DCC" w:rsidP="0003206E">
      <w:pPr>
        <w:pStyle w:val="ListParagraph"/>
        <w:numPr>
          <w:ilvl w:val="0"/>
          <w:numId w:val="7"/>
        </w:numPr>
        <w:spacing w:after="120" w:line="240" w:lineRule="auto"/>
        <w:ind w:left="567" w:hanging="283"/>
        <w:jc w:val="both"/>
        <w:rPr>
          <w:rStyle w:val="Hyperlink"/>
          <w:rFonts w:ascii="Times New Roman" w:hAnsi="Times New Roman"/>
          <w:color w:val="auto"/>
          <w:sz w:val="24"/>
          <w:szCs w:val="24"/>
          <w:u w:val="none"/>
        </w:rPr>
      </w:pPr>
      <w:r w:rsidRPr="00EF5463">
        <w:rPr>
          <w:rFonts w:ascii="Times New Roman" w:hAnsi="Times New Roman"/>
          <w:sz w:val="24"/>
          <w:szCs w:val="24"/>
        </w:rPr>
        <w:t xml:space="preserve">w wersji elektronicznej na adres email: </w:t>
      </w:r>
      <w:hyperlink r:id="rId7" w:history="1">
        <w:r w:rsidRPr="00EF2D73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sekretariat@gmina.stargard.pl</w:t>
        </w:r>
      </w:hyperlink>
    </w:p>
    <w:p w:rsidR="00C46DCC" w:rsidRDefault="00C46DCC" w:rsidP="003A629C">
      <w:pPr>
        <w:pStyle w:val="ListParagraph"/>
        <w:numPr>
          <w:ilvl w:val="0"/>
          <w:numId w:val="7"/>
        </w:numPr>
        <w:spacing w:after="12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A629C">
        <w:rPr>
          <w:rFonts w:ascii="Times New Roman" w:hAnsi="Times New Roman"/>
          <w:sz w:val="24"/>
          <w:szCs w:val="24"/>
        </w:rPr>
        <w:t>pisemnej (osobiście lub listownie) na adres: Gmina Stargard Szczeciński, Rynek Staromiejski 5, 73-110 Stargard Szczeciński;</w:t>
      </w:r>
    </w:p>
    <w:p w:rsidR="00C46DCC" w:rsidRPr="0003206E" w:rsidRDefault="00C46DCC" w:rsidP="003A629C">
      <w:pPr>
        <w:pStyle w:val="ListParagraph"/>
        <w:numPr>
          <w:ilvl w:val="0"/>
          <w:numId w:val="7"/>
        </w:numPr>
        <w:spacing w:after="120" w:line="240" w:lineRule="auto"/>
        <w:ind w:left="567" w:hanging="283"/>
        <w:jc w:val="both"/>
        <w:rPr>
          <w:rFonts w:ascii="Times New Roman" w:hAnsi="Times New Roman"/>
          <w:strike/>
          <w:sz w:val="24"/>
          <w:szCs w:val="24"/>
        </w:rPr>
      </w:pPr>
      <w:r w:rsidRPr="0003206E">
        <w:rPr>
          <w:rFonts w:ascii="Times New Roman" w:hAnsi="Times New Roman"/>
          <w:strike/>
          <w:sz w:val="24"/>
          <w:szCs w:val="24"/>
        </w:rPr>
        <w:t>faksem na numer: 91 561 34 11</w:t>
      </w:r>
      <w:r>
        <w:rPr>
          <w:rFonts w:ascii="Times New Roman" w:hAnsi="Times New Roman"/>
          <w:strike/>
          <w:sz w:val="24"/>
          <w:szCs w:val="24"/>
        </w:rPr>
        <w:t>;</w:t>
      </w:r>
      <w:r w:rsidRPr="0003206E">
        <w:rPr>
          <w:rFonts w:ascii="Times New Roman" w:hAnsi="Times New Roman"/>
          <w:strike/>
          <w:sz w:val="24"/>
          <w:szCs w:val="24"/>
        </w:rPr>
        <w:t xml:space="preserve"> </w:t>
      </w:r>
    </w:p>
    <w:p w:rsidR="00C46DCC" w:rsidRPr="00EB6904" w:rsidRDefault="00C46DCC" w:rsidP="00EB6904">
      <w:pPr>
        <w:pStyle w:val="ListParagraph"/>
        <w:spacing w:after="120" w:line="240" w:lineRule="auto"/>
        <w:ind w:left="567"/>
        <w:jc w:val="both"/>
        <w:rPr>
          <w:rFonts w:ascii="Times New Roman" w:hAnsi="Times New Roman"/>
          <w:strike/>
          <w:sz w:val="24"/>
          <w:szCs w:val="24"/>
        </w:rPr>
      </w:pPr>
    </w:p>
    <w:p w:rsidR="00C46DCC" w:rsidRPr="00C575EB" w:rsidRDefault="00C46DCC" w:rsidP="003A629C">
      <w:pPr>
        <w:pStyle w:val="ListParagraph"/>
        <w:numPr>
          <w:ilvl w:val="0"/>
          <w:numId w:val="3"/>
        </w:numPr>
        <w:spacing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C575EB">
        <w:rPr>
          <w:rFonts w:ascii="Times New Roman" w:hAnsi="Times New Roman"/>
          <w:sz w:val="24"/>
          <w:szCs w:val="24"/>
          <w:u w:val="single"/>
        </w:rPr>
        <w:t xml:space="preserve">Warunki udziału w postępowaniu </w:t>
      </w:r>
    </w:p>
    <w:p w:rsidR="00C46DCC" w:rsidRPr="0077379A" w:rsidRDefault="00C46DCC" w:rsidP="0010548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05483">
        <w:rPr>
          <w:rFonts w:ascii="Times New Roman" w:hAnsi="Times New Roman"/>
          <w:sz w:val="24"/>
          <w:szCs w:val="24"/>
        </w:rPr>
        <w:t>Warunkiem udziału w postepowaniu jest</w:t>
      </w:r>
      <w:r>
        <w:rPr>
          <w:rFonts w:ascii="Times New Roman" w:hAnsi="Times New Roman"/>
          <w:sz w:val="24"/>
          <w:szCs w:val="24"/>
        </w:rPr>
        <w:t xml:space="preserve"> złożenie przez Dostawcę dokumentów mających na celu </w:t>
      </w:r>
      <w:r w:rsidRPr="0077379A">
        <w:rPr>
          <w:rFonts w:ascii="Times New Roman" w:hAnsi="Times New Roman"/>
          <w:sz w:val="24"/>
          <w:szCs w:val="24"/>
        </w:rPr>
        <w:t>wykazanie spełnienia warunków udziału w postępowaniu:</w:t>
      </w:r>
    </w:p>
    <w:p w:rsidR="00C46DCC" w:rsidRPr="0077379A" w:rsidRDefault="00C46DCC" w:rsidP="00F61E05">
      <w:pPr>
        <w:pStyle w:val="ListParagraph"/>
        <w:numPr>
          <w:ilvl w:val="0"/>
          <w:numId w:val="12"/>
        </w:numPr>
        <w:spacing w:after="120" w:line="240" w:lineRule="auto"/>
        <w:ind w:hanging="436"/>
        <w:jc w:val="both"/>
        <w:rPr>
          <w:rFonts w:ascii="Times New Roman" w:hAnsi="Times New Roman"/>
          <w:sz w:val="24"/>
          <w:szCs w:val="24"/>
        </w:rPr>
      </w:pPr>
      <w:r w:rsidRPr="0077379A">
        <w:rPr>
          <w:rFonts w:ascii="Times New Roman" w:hAnsi="Times New Roman"/>
          <w:sz w:val="24"/>
          <w:szCs w:val="24"/>
        </w:rPr>
        <w:t xml:space="preserve">wypełniony formularz ofertowy, </w:t>
      </w:r>
    </w:p>
    <w:p w:rsidR="00C46DCC" w:rsidRPr="0077379A" w:rsidRDefault="00C46DCC" w:rsidP="00F61E05">
      <w:pPr>
        <w:pStyle w:val="ListParagraph"/>
        <w:numPr>
          <w:ilvl w:val="0"/>
          <w:numId w:val="12"/>
        </w:numPr>
        <w:spacing w:after="120" w:line="240" w:lineRule="auto"/>
        <w:ind w:hanging="436"/>
        <w:jc w:val="both"/>
        <w:rPr>
          <w:rFonts w:ascii="Times New Roman" w:hAnsi="Times New Roman"/>
          <w:sz w:val="24"/>
          <w:szCs w:val="24"/>
        </w:rPr>
      </w:pPr>
      <w:r w:rsidRPr="0077379A">
        <w:rPr>
          <w:rFonts w:ascii="Times New Roman" w:hAnsi="Times New Roman"/>
          <w:sz w:val="24"/>
          <w:szCs w:val="24"/>
        </w:rPr>
        <w:t>oświadczenia o spełnieniu warunków udziału w postępowaniu o udzielenie zamówienia,</w:t>
      </w:r>
    </w:p>
    <w:p w:rsidR="00C46DCC" w:rsidRPr="0077379A" w:rsidRDefault="00C46DCC" w:rsidP="00105483">
      <w:pPr>
        <w:pStyle w:val="ListParagraph"/>
        <w:numPr>
          <w:ilvl w:val="0"/>
          <w:numId w:val="12"/>
        </w:numPr>
        <w:spacing w:after="120" w:line="240" w:lineRule="auto"/>
        <w:ind w:hanging="436"/>
        <w:jc w:val="both"/>
        <w:rPr>
          <w:rFonts w:ascii="Times New Roman" w:hAnsi="Times New Roman"/>
          <w:sz w:val="24"/>
          <w:szCs w:val="24"/>
        </w:rPr>
      </w:pPr>
      <w:r w:rsidRPr="0077379A">
        <w:rPr>
          <w:rFonts w:ascii="Times New Roman" w:hAnsi="Times New Roman"/>
          <w:sz w:val="24"/>
          <w:szCs w:val="24"/>
        </w:rPr>
        <w:t xml:space="preserve">dane techniczne oferowanego pojazdu (co najmniej dane określone w pkt. 1 załącznika nr 1 do Szczegółowego opisu przedmiotu zamówienia jako podstawowe), </w:t>
      </w:r>
    </w:p>
    <w:p w:rsidR="00C46DCC" w:rsidRPr="0077379A" w:rsidRDefault="00C46DCC" w:rsidP="00105483">
      <w:pPr>
        <w:pStyle w:val="ListParagraph"/>
        <w:numPr>
          <w:ilvl w:val="0"/>
          <w:numId w:val="12"/>
        </w:numPr>
        <w:spacing w:after="120" w:line="240" w:lineRule="auto"/>
        <w:ind w:hanging="436"/>
        <w:jc w:val="both"/>
        <w:rPr>
          <w:rFonts w:ascii="Times New Roman" w:hAnsi="Times New Roman"/>
          <w:sz w:val="24"/>
          <w:szCs w:val="24"/>
        </w:rPr>
      </w:pPr>
      <w:r w:rsidRPr="0077379A">
        <w:rPr>
          <w:rFonts w:ascii="Times New Roman" w:hAnsi="Times New Roman"/>
          <w:sz w:val="24"/>
          <w:szCs w:val="24"/>
        </w:rPr>
        <w:t xml:space="preserve">zdjęcia oferowanego pojazdu.  </w:t>
      </w:r>
    </w:p>
    <w:p w:rsidR="00C46DCC" w:rsidRPr="00105483" w:rsidRDefault="00C46DCC" w:rsidP="0052457F">
      <w:pPr>
        <w:pStyle w:val="ListParagraph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46DCC" w:rsidRPr="00EB6904" w:rsidRDefault="00C46DCC" w:rsidP="003A629C">
      <w:pPr>
        <w:pStyle w:val="ListParagraph"/>
        <w:numPr>
          <w:ilvl w:val="0"/>
          <w:numId w:val="3"/>
        </w:numPr>
        <w:spacing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EB6904">
        <w:rPr>
          <w:rFonts w:ascii="Times New Roman" w:hAnsi="Times New Roman"/>
          <w:sz w:val="24"/>
          <w:szCs w:val="24"/>
          <w:u w:val="single"/>
        </w:rPr>
        <w:t>Nazwa i adres Wykonawcy:</w:t>
      </w:r>
    </w:p>
    <w:p w:rsidR="00C46DCC" w:rsidRDefault="00C46DCC" w:rsidP="00761495">
      <w:pPr>
        <w:pStyle w:val="ListParagraph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C46DCC" w:rsidRDefault="00C46DCC" w:rsidP="00EB6904">
      <w:pPr>
        <w:pStyle w:val="ListParagraph"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Nazwa: ……………………………………………………………………………………………</w:t>
      </w:r>
    </w:p>
    <w:p w:rsidR="00C46DCC" w:rsidRDefault="00C46DCC" w:rsidP="00EB6904">
      <w:pPr>
        <w:pStyle w:val="ListParagraph"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</w:t>
      </w:r>
    </w:p>
    <w:p w:rsidR="00C46DCC" w:rsidRDefault="00C46DCC" w:rsidP="00EB6904">
      <w:pPr>
        <w:pStyle w:val="ListParagraph"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Adres: …………………………………………………………………………………………..</w:t>
      </w:r>
    </w:p>
    <w:p w:rsidR="00C46DCC" w:rsidRDefault="00C46DCC" w:rsidP="00EB6904">
      <w:pPr>
        <w:pStyle w:val="ListParagraph"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:rsidR="00C46DCC" w:rsidRDefault="00C46DCC" w:rsidP="00EB6904">
      <w:pPr>
        <w:pStyle w:val="ListParagraph"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NIP: …………………….…………...</w:t>
      </w:r>
    </w:p>
    <w:p w:rsidR="00C46DCC" w:rsidRDefault="00C46DCC" w:rsidP="00EB6904">
      <w:pPr>
        <w:pStyle w:val="ListParagraph"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Nr rachunku bankowego: …………………………………..................................................</w:t>
      </w:r>
    </w:p>
    <w:p w:rsidR="00C46DCC" w:rsidRDefault="00C46DCC" w:rsidP="00761495">
      <w:pPr>
        <w:pStyle w:val="ListParagraph"/>
        <w:spacing w:after="12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C46DCC" w:rsidRDefault="00C46DCC" w:rsidP="00761495">
      <w:pPr>
        <w:pStyle w:val="ListParagraph"/>
        <w:spacing w:after="12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C46DCC" w:rsidRDefault="00C46DCC" w:rsidP="00761495">
      <w:pPr>
        <w:pStyle w:val="ListParagraph"/>
        <w:numPr>
          <w:ilvl w:val="0"/>
          <w:numId w:val="8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Oferujemy dostarczenie przedmiotu zamówienia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za:</w:t>
      </w:r>
    </w:p>
    <w:p w:rsidR="00C46DCC" w:rsidRDefault="00C46DCC" w:rsidP="00761495">
      <w:pPr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61495">
        <w:rPr>
          <w:rFonts w:ascii="Times New Roman" w:hAnsi="Times New Roman"/>
          <w:sz w:val="24"/>
          <w:szCs w:val="24"/>
        </w:rPr>
        <w:t xml:space="preserve">Cenę brutto: </w:t>
      </w:r>
      <w:r w:rsidRPr="00761495">
        <w:rPr>
          <w:rFonts w:ascii="Times New Roman" w:hAnsi="Times New Roman"/>
          <w:sz w:val="24"/>
          <w:szCs w:val="24"/>
          <w:u w:val="single"/>
        </w:rPr>
        <w:t>……………………………….. zł</w:t>
      </w:r>
      <w:r w:rsidRPr="00761495">
        <w:rPr>
          <w:rFonts w:ascii="Times New Roman" w:hAnsi="Times New Roman"/>
          <w:sz w:val="24"/>
          <w:szCs w:val="24"/>
        </w:rPr>
        <w:t xml:space="preserve"> </w:t>
      </w:r>
    </w:p>
    <w:p w:rsidR="00C46DCC" w:rsidRPr="00761495" w:rsidRDefault="00C46DCC" w:rsidP="00761495">
      <w:pPr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61495">
        <w:rPr>
          <w:rFonts w:ascii="Times New Roman" w:hAnsi="Times New Roman"/>
          <w:sz w:val="24"/>
          <w:szCs w:val="24"/>
        </w:rPr>
        <w:t>Słownie: ……………………………………. zł</w:t>
      </w:r>
    </w:p>
    <w:p w:rsidR="00C46DCC" w:rsidRDefault="00C46DCC" w:rsidP="00761495">
      <w:pPr>
        <w:pStyle w:val="ListParagraph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DCC" w:rsidRPr="00F61E05" w:rsidRDefault="00C46DCC" w:rsidP="00F30707">
      <w:pPr>
        <w:pStyle w:val="ListParagraph"/>
        <w:numPr>
          <w:ilvl w:val="0"/>
          <w:numId w:val="8"/>
        </w:numPr>
        <w:spacing w:after="12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Kryterium oceny ofert – </w:t>
      </w:r>
      <w:r w:rsidRPr="00F61E05">
        <w:rPr>
          <w:rFonts w:ascii="Times New Roman" w:hAnsi="Times New Roman"/>
          <w:b/>
          <w:sz w:val="24"/>
          <w:szCs w:val="24"/>
        </w:rPr>
        <w:t xml:space="preserve">cena 100 %. </w:t>
      </w:r>
    </w:p>
    <w:p w:rsidR="00C46DCC" w:rsidRDefault="00C46DCC" w:rsidP="00F61E05">
      <w:pPr>
        <w:pStyle w:val="ListParagraph"/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C46DCC" w:rsidRDefault="00C46DCC" w:rsidP="00F30707">
      <w:pPr>
        <w:pStyle w:val="ListParagraph"/>
        <w:numPr>
          <w:ilvl w:val="0"/>
          <w:numId w:val="8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Oferujemy wykonanie przedmiotu zamówienia w terminie – dzień zawarcia umowy, nie później niż </w:t>
      </w:r>
      <w:r w:rsidRPr="00F30707">
        <w:rPr>
          <w:rFonts w:ascii="Times New Roman" w:hAnsi="Times New Roman"/>
          <w:b/>
          <w:sz w:val="24"/>
          <w:szCs w:val="24"/>
        </w:rPr>
        <w:t>do</w:t>
      </w:r>
      <w:r>
        <w:rPr>
          <w:rFonts w:ascii="Times New Roman" w:hAnsi="Times New Roman"/>
          <w:b/>
          <w:sz w:val="24"/>
          <w:szCs w:val="24"/>
        </w:rPr>
        <w:t> </w:t>
      </w:r>
      <w:r w:rsidRPr="00F30707">
        <w:rPr>
          <w:rFonts w:ascii="Times New Roman" w:hAnsi="Times New Roman"/>
          <w:b/>
          <w:sz w:val="24"/>
          <w:szCs w:val="24"/>
        </w:rPr>
        <w:t xml:space="preserve">dnia </w:t>
      </w:r>
      <w:r>
        <w:rPr>
          <w:rFonts w:ascii="Times New Roman" w:hAnsi="Times New Roman"/>
          <w:b/>
          <w:sz w:val="24"/>
          <w:szCs w:val="24"/>
        </w:rPr>
        <w:t>21</w:t>
      </w:r>
      <w:r w:rsidRPr="00F30707">
        <w:rPr>
          <w:rFonts w:ascii="Times New Roman" w:hAnsi="Times New Roman"/>
          <w:b/>
          <w:sz w:val="24"/>
          <w:szCs w:val="24"/>
        </w:rPr>
        <w:t>.12.2013 r</w:t>
      </w:r>
      <w:r>
        <w:rPr>
          <w:rFonts w:ascii="Times New Roman" w:hAnsi="Times New Roman"/>
          <w:sz w:val="24"/>
          <w:szCs w:val="24"/>
        </w:rPr>
        <w:t>.</w:t>
      </w:r>
    </w:p>
    <w:p w:rsidR="00C46DCC" w:rsidRDefault="00C46DCC" w:rsidP="00F30707">
      <w:pPr>
        <w:pStyle w:val="ListParagraph"/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C46DCC" w:rsidRDefault="00C46DCC" w:rsidP="00F30707">
      <w:pPr>
        <w:pStyle w:val="ListParagraph"/>
        <w:numPr>
          <w:ilvl w:val="0"/>
          <w:numId w:val="8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zapoznaliśmy się ze szczegółowym opisem zamówienia i nie wnosimy żadnych zastrzeżeń. </w:t>
      </w:r>
    </w:p>
    <w:p w:rsidR="00C46DCC" w:rsidRPr="00F30707" w:rsidRDefault="00C46DCC" w:rsidP="00F30707">
      <w:pPr>
        <w:pStyle w:val="ListParagraph"/>
        <w:rPr>
          <w:rFonts w:ascii="Times New Roman" w:hAnsi="Times New Roman"/>
          <w:sz w:val="24"/>
          <w:szCs w:val="24"/>
        </w:rPr>
      </w:pPr>
    </w:p>
    <w:p w:rsidR="00C46DCC" w:rsidRPr="00F06E34" w:rsidRDefault="00C46DCC" w:rsidP="00F30707">
      <w:pPr>
        <w:pStyle w:val="ListParagraph"/>
        <w:numPr>
          <w:ilvl w:val="0"/>
          <w:numId w:val="8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06E34">
        <w:rPr>
          <w:rFonts w:ascii="Times New Roman" w:hAnsi="Times New Roman"/>
          <w:sz w:val="24"/>
          <w:szCs w:val="24"/>
        </w:rPr>
        <w:t xml:space="preserve">Oświadczam, iż oferowany przedmiot zamówienia jest wolny od wad fizycznych i prawnych, nie jest obciążony prawami osób trzecich. </w:t>
      </w:r>
    </w:p>
    <w:p w:rsidR="00C46DCC" w:rsidRPr="00F06E34" w:rsidRDefault="00C46DCC" w:rsidP="00F06E34">
      <w:pPr>
        <w:pStyle w:val="ListParagraph"/>
        <w:rPr>
          <w:rFonts w:ascii="Times New Roman" w:hAnsi="Times New Roman"/>
          <w:color w:val="FF0000"/>
          <w:sz w:val="24"/>
          <w:szCs w:val="24"/>
        </w:rPr>
      </w:pPr>
    </w:p>
    <w:p w:rsidR="00C46DCC" w:rsidRDefault="00C46DCC" w:rsidP="00DB5BC8">
      <w:pPr>
        <w:pStyle w:val="ListParagraph"/>
        <w:numPr>
          <w:ilvl w:val="0"/>
          <w:numId w:val="8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prawo oddania pojazdu stanowiącego przedmiot zamówienia (umowy kupna – sprzedaży) do szczegółowego przeglądu w Autoryzowanym punkcie serwisowym wybranym przez Zamawiającego. </w:t>
      </w:r>
    </w:p>
    <w:p w:rsidR="00C46DCC" w:rsidRPr="00DB5BC8" w:rsidRDefault="00C46DCC" w:rsidP="00DB5BC8">
      <w:pPr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diagnozy sprzecznej ze złożoną ofertą, Zamawiający ma prawo od zawarcia umowy odstąpić. W takim przypadku koszt przeglądu ponosi Sprzedawca. </w:t>
      </w:r>
      <w:r w:rsidRPr="00DB5BC8">
        <w:rPr>
          <w:rFonts w:ascii="Times New Roman" w:hAnsi="Times New Roman"/>
          <w:sz w:val="24"/>
          <w:szCs w:val="24"/>
        </w:rPr>
        <w:t xml:space="preserve"> </w:t>
      </w:r>
    </w:p>
    <w:p w:rsidR="00C46DCC" w:rsidRPr="00DB5BC8" w:rsidRDefault="00C46DCC" w:rsidP="00DB5BC8">
      <w:pPr>
        <w:pStyle w:val="ListParagraph"/>
        <w:rPr>
          <w:rFonts w:ascii="Times New Roman" w:hAnsi="Times New Roman"/>
          <w:sz w:val="24"/>
          <w:szCs w:val="24"/>
        </w:rPr>
      </w:pPr>
    </w:p>
    <w:p w:rsidR="00C46DCC" w:rsidRDefault="00C46DCC" w:rsidP="00F30707">
      <w:pPr>
        <w:pStyle w:val="ListParagraph"/>
        <w:numPr>
          <w:ilvl w:val="0"/>
          <w:numId w:val="8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Załącznikiem do niniejszej oferty są: </w:t>
      </w:r>
    </w:p>
    <w:p w:rsidR="00C46DCC" w:rsidRPr="00671D50" w:rsidRDefault="00C46DCC" w:rsidP="00DD001D">
      <w:pPr>
        <w:pStyle w:val="ListParagraph"/>
        <w:rPr>
          <w:rFonts w:ascii="Times New Roman" w:hAnsi="Times New Roman"/>
          <w:sz w:val="10"/>
          <w:szCs w:val="10"/>
        </w:rPr>
      </w:pPr>
    </w:p>
    <w:p w:rsidR="00C46DCC" w:rsidRPr="00F458E3" w:rsidRDefault="00C46DCC" w:rsidP="0003206E">
      <w:pPr>
        <w:pStyle w:val="ListParagraph"/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</w:t>
      </w:r>
      <w:r w:rsidRPr="00F458E3">
        <w:rPr>
          <w:rFonts w:ascii="Times New Roman" w:hAnsi="Times New Roman"/>
        </w:rPr>
        <w:t>czegółowy opis przedmiotu zamówienia – załącznik nr 1 do Formularza oferty;</w:t>
      </w:r>
    </w:p>
    <w:p w:rsidR="00C46DCC" w:rsidRPr="00F458E3" w:rsidRDefault="00C46DCC" w:rsidP="0003206E">
      <w:pPr>
        <w:pStyle w:val="ListParagraph"/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Times New Roman" w:hAnsi="Times New Roman"/>
        </w:rPr>
      </w:pPr>
      <w:r w:rsidRPr="00F458E3">
        <w:rPr>
          <w:rFonts w:ascii="Times New Roman" w:hAnsi="Times New Roman"/>
        </w:rPr>
        <w:t xml:space="preserve">Oświadczenie – załącznik nr </w:t>
      </w:r>
      <w:r>
        <w:rPr>
          <w:rFonts w:ascii="Times New Roman" w:hAnsi="Times New Roman"/>
        </w:rPr>
        <w:t>2</w:t>
      </w:r>
      <w:r w:rsidRPr="00F458E3">
        <w:rPr>
          <w:rFonts w:ascii="Times New Roman" w:hAnsi="Times New Roman"/>
        </w:rPr>
        <w:t xml:space="preserve"> do Formularza oferty; </w:t>
      </w:r>
    </w:p>
    <w:p w:rsidR="00C46DCC" w:rsidRDefault="00C46DCC" w:rsidP="00CC27F7">
      <w:pPr>
        <w:pStyle w:val="ListParagraph"/>
        <w:spacing w:after="120" w:line="240" w:lineRule="auto"/>
        <w:ind w:left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C46DCC" w:rsidSect="0052457F">
      <w:footerReference w:type="default" r:id="rId8"/>
      <w:pgSz w:w="11906" w:h="16838" w:code="9"/>
      <w:pgMar w:top="851" w:right="119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DCC" w:rsidRDefault="00C46DCC" w:rsidP="0052457F">
      <w:pPr>
        <w:spacing w:after="0" w:line="240" w:lineRule="auto"/>
      </w:pPr>
      <w:r>
        <w:separator/>
      </w:r>
    </w:p>
  </w:endnote>
  <w:endnote w:type="continuationSeparator" w:id="0">
    <w:p w:rsidR="00C46DCC" w:rsidRDefault="00C46DCC" w:rsidP="00524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DCC" w:rsidRPr="0052457F" w:rsidRDefault="00C46DCC">
    <w:pPr>
      <w:pStyle w:val="Footer"/>
      <w:jc w:val="right"/>
      <w:rPr>
        <w:rFonts w:ascii="Times New Roman" w:hAnsi="Times New Roman"/>
        <w:sz w:val="20"/>
        <w:szCs w:val="20"/>
      </w:rPr>
    </w:pPr>
    <w:r w:rsidRPr="0052457F">
      <w:rPr>
        <w:rFonts w:ascii="Times New Roman" w:hAnsi="Times New Roman"/>
        <w:sz w:val="20"/>
        <w:szCs w:val="20"/>
      </w:rPr>
      <w:t xml:space="preserve">Strona | </w:t>
    </w:r>
    <w:r w:rsidRPr="0052457F">
      <w:rPr>
        <w:rFonts w:ascii="Times New Roman" w:hAnsi="Times New Roman"/>
        <w:sz w:val="20"/>
        <w:szCs w:val="20"/>
      </w:rPr>
      <w:fldChar w:fldCharType="begin"/>
    </w:r>
    <w:r w:rsidRPr="0052457F">
      <w:rPr>
        <w:rFonts w:ascii="Times New Roman" w:hAnsi="Times New Roman"/>
        <w:sz w:val="20"/>
        <w:szCs w:val="20"/>
      </w:rPr>
      <w:instrText>PAGE   \* MERGEFORMAT</w:instrText>
    </w:r>
    <w:r w:rsidRPr="0052457F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2</w:t>
    </w:r>
    <w:r w:rsidRPr="0052457F">
      <w:rPr>
        <w:rFonts w:ascii="Times New Roman" w:hAnsi="Times New Roman"/>
        <w:sz w:val="20"/>
        <w:szCs w:val="20"/>
      </w:rPr>
      <w:fldChar w:fldCharType="end"/>
    </w:r>
    <w:r w:rsidRPr="0052457F">
      <w:rPr>
        <w:rFonts w:ascii="Times New Roman" w:hAnsi="Times New Roman"/>
        <w:sz w:val="20"/>
        <w:szCs w:val="20"/>
      </w:rPr>
      <w:t xml:space="preserve"> </w:t>
    </w:r>
  </w:p>
  <w:p w:rsidR="00C46DCC" w:rsidRPr="0052457F" w:rsidRDefault="00C46DCC">
    <w:pPr>
      <w:pStyle w:val="Footer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DCC" w:rsidRDefault="00C46DCC" w:rsidP="0052457F">
      <w:pPr>
        <w:spacing w:after="0" w:line="240" w:lineRule="auto"/>
      </w:pPr>
      <w:r>
        <w:separator/>
      </w:r>
    </w:p>
  </w:footnote>
  <w:footnote w:type="continuationSeparator" w:id="0">
    <w:p w:rsidR="00C46DCC" w:rsidRDefault="00C46DCC" w:rsidP="005245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412BF"/>
    <w:multiLevelType w:val="hybridMultilevel"/>
    <w:tmpl w:val="D586F1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5D0CB5"/>
    <w:multiLevelType w:val="hybridMultilevel"/>
    <w:tmpl w:val="871E25B8"/>
    <w:lvl w:ilvl="0" w:tplc="D9EA88E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A925A0"/>
    <w:multiLevelType w:val="hybridMultilevel"/>
    <w:tmpl w:val="B3E2653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661E87"/>
    <w:multiLevelType w:val="hybridMultilevel"/>
    <w:tmpl w:val="416AF15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89E6322"/>
    <w:multiLevelType w:val="hybridMultilevel"/>
    <w:tmpl w:val="57A61092"/>
    <w:lvl w:ilvl="0" w:tplc="38C8E112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427772B"/>
    <w:multiLevelType w:val="hybridMultilevel"/>
    <w:tmpl w:val="3FAE7C5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8F01BF1"/>
    <w:multiLevelType w:val="hybridMultilevel"/>
    <w:tmpl w:val="42B0CABE"/>
    <w:lvl w:ilvl="0" w:tplc="EAB23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E417B2"/>
    <w:multiLevelType w:val="hybridMultilevel"/>
    <w:tmpl w:val="B7CA4188"/>
    <w:lvl w:ilvl="0" w:tplc="BF4C7602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5A31431A"/>
    <w:multiLevelType w:val="hybridMultilevel"/>
    <w:tmpl w:val="88FCC7A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7EE6709"/>
    <w:multiLevelType w:val="hybridMultilevel"/>
    <w:tmpl w:val="887209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F86727"/>
    <w:multiLevelType w:val="hybridMultilevel"/>
    <w:tmpl w:val="0EA2E0AC"/>
    <w:lvl w:ilvl="0" w:tplc="C2CA6C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2074F0"/>
    <w:multiLevelType w:val="hybridMultilevel"/>
    <w:tmpl w:val="CD4C88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6"/>
  </w:num>
  <w:num w:numId="8">
    <w:abstractNumId w:val="0"/>
  </w:num>
  <w:num w:numId="9">
    <w:abstractNumId w:val="11"/>
  </w:num>
  <w:num w:numId="10">
    <w:abstractNumId w:val="3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1994"/>
    <w:rsid w:val="0003206E"/>
    <w:rsid w:val="00060630"/>
    <w:rsid w:val="001019D5"/>
    <w:rsid w:val="00105483"/>
    <w:rsid w:val="0015502E"/>
    <w:rsid w:val="00163F38"/>
    <w:rsid w:val="001B2038"/>
    <w:rsid w:val="001F2352"/>
    <w:rsid w:val="00255419"/>
    <w:rsid w:val="0029332A"/>
    <w:rsid w:val="002A37E5"/>
    <w:rsid w:val="002B4734"/>
    <w:rsid w:val="002E6002"/>
    <w:rsid w:val="0033206B"/>
    <w:rsid w:val="00337540"/>
    <w:rsid w:val="003A629C"/>
    <w:rsid w:val="003C0375"/>
    <w:rsid w:val="00456A77"/>
    <w:rsid w:val="00462992"/>
    <w:rsid w:val="00481994"/>
    <w:rsid w:val="00490845"/>
    <w:rsid w:val="0052457F"/>
    <w:rsid w:val="005C164A"/>
    <w:rsid w:val="005C2111"/>
    <w:rsid w:val="006364EA"/>
    <w:rsid w:val="00641B38"/>
    <w:rsid w:val="00662429"/>
    <w:rsid w:val="00671D50"/>
    <w:rsid w:val="00675C3E"/>
    <w:rsid w:val="00696F88"/>
    <w:rsid w:val="006E4946"/>
    <w:rsid w:val="00761495"/>
    <w:rsid w:val="0077379A"/>
    <w:rsid w:val="008A681C"/>
    <w:rsid w:val="009656F2"/>
    <w:rsid w:val="00994C60"/>
    <w:rsid w:val="00A25AE2"/>
    <w:rsid w:val="00C46DCC"/>
    <w:rsid w:val="00C552F3"/>
    <w:rsid w:val="00C575EB"/>
    <w:rsid w:val="00CB1514"/>
    <w:rsid w:val="00CB162A"/>
    <w:rsid w:val="00CC27F7"/>
    <w:rsid w:val="00DB3549"/>
    <w:rsid w:val="00DB5BC8"/>
    <w:rsid w:val="00DD001D"/>
    <w:rsid w:val="00DE51EF"/>
    <w:rsid w:val="00E24EB9"/>
    <w:rsid w:val="00E321A2"/>
    <w:rsid w:val="00EA1BA2"/>
    <w:rsid w:val="00EB6904"/>
    <w:rsid w:val="00EF2D73"/>
    <w:rsid w:val="00EF5463"/>
    <w:rsid w:val="00F06E34"/>
    <w:rsid w:val="00F30707"/>
    <w:rsid w:val="00F458E3"/>
    <w:rsid w:val="00F61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00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5541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6149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24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2457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24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2457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gmina.stargar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172</TotalTime>
  <Pages>2</Pages>
  <Words>412</Words>
  <Characters>2474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UGStargard</dc:creator>
  <cp:keywords/>
  <dc:description/>
  <cp:lastModifiedBy>ChelminskiG</cp:lastModifiedBy>
  <cp:revision>36</cp:revision>
  <cp:lastPrinted>2013-12-13T10:14:00Z</cp:lastPrinted>
  <dcterms:created xsi:type="dcterms:W3CDTF">2013-09-02T12:31:00Z</dcterms:created>
  <dcterms:modified xsi:type="dcterms:W3CDTF">2013-12-13T12:04:00Z</dcterms:modified>
</cp:coreProperties>
</file>